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KCR4S1NC0</w:t>
            </w:r>
          </w:p>
        </w:tc>
      </w:tr>
      <w:tr w:rsidR="00EF3224" w:rsidRPr="001666F6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miscea KITCHEN Standard </w:t>
            </w:r>
            <w:r>
              <w:rPr>
                <w:rFonts w:asciiTheme="minorHAnsi" w:hAnsiTheme="minorHAnsi" w:cstheme="minorHAnsi"/>
                <w:lang w:val="de-DE"/>
              </w:rPr>
              <w:t xml:space="preserve">(ohne </w:t>
            </w:r>
            <w:r w:rsidRPr="008037AE">
              <w:rPr>
                <w:rFonts w:asciiTheme="minorHAnsi" w:hAnsiTheme="minorHAnsi" w:cstheme="minorHAnsi"/>
                <w:lang w:val="de-DE"/>
              </w:rPr>
              <w:t>Wassermengenregler</w:t>
            </w:r>
            <w:r>
              <w:rPr>
                <w:rFonts w:asciiTheme="minorHAnsi" w:hAnsiTheme="minorHAnsi" w:cstheme="minorHAnsi"/>
                <w:lang w:val="de-DE"/>
              </w:rPr>
              <w:t>)</w:t>
            </w:r>
          </w:p>
        </w:tc>
      </w:tr>
      <w:tr w:rsidR="00EF3224" w:rsidRPr="001666F6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EF3224" w:rsidRPr="00864C05" w:rsidRDefault="000711F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EF3224" w:rsidRPr="00864C05">
              <w:rPr>
                <w:rFonts w:asciiTheme="minorHAnsi" w:hAnsiTheme="minorHAnsi" w:cstheme="minorHAnsi"/>
                <w:lang w:val="de-DE"/>
              </w:rPr>
              <w:t xml:space="preserve"> Beutel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N/A </w:t>
            </w:r>
          </w:p>
        </w:tc>
      </w:tr>
      <w:tr w:rsidR="00EF3224" w:rsidRPr="001666F6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Berührungslose, elektronisch gesteuerte Küchenarmatur mit integriertem Spender für Seife, Spül- oder Desinfektionsmittel.</w:t>
            </w:r>
          </w:p>
        </w:tc>
      </w:tr>
      <w:tr w:rsidR="00EF3224" w:rsidRPr="001666F6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100 – 240 V</w:t>
            </w:r>
            <w:r w:rsidRPr="00864C05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864C05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0711FF" w:rsidRPr="00864C05" w:rsidTr="00CC0011">
        <w:tc>
          <w:tcPr>
            <w:tcW w:w="3510" w:type="dxa"/>
          </w:tcPr>
          <w:p w:rsidR="000711FF" w:rsidRPr="00864C05" w:rsidRDefault="000711F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0711FF" w:rsidRDefault="000711FF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0711FF" w:rsidRPr="00864C05" w:rsidTr="00CC0011">
        <w:tc>
          <w:tcPr>
            <w:tcW w:w="3510" w:type="dxa"/>
          </w:tcPr>
          <w:p w:rsidR="000711FF" w:rsidRPr="00864C05" w:rsidRDefault="000711F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0711FF" w:rsidRDefault="000711FF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1666F6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miscea KITCHEN Küchenarmatur: Spendet berührungslos Wasser und zwei weitere Flüssigkeiten (z.B. Seife und Spülmittel)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Stabiler, drehbarer Auslauf aus verchromtem Metall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EF3224" w:rsidRPr="001666F6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</w:t>
            </w:r>
            <w:r w:rsidR="001666F6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864C05">
              <w:rPr>
                <w:rFonts w:asciiTheme="minorHAnsi" w:hAnsiTheme="minorHAnsi" w:cstheme="minorHAnsi"/>
                <w:lang w:val="de-DE"/>
              </w:rPr>
              <w:t>erbox inkl. Elektronik</w:t>
            </w:r>
            <w:r>
              <w:rPr>
                <w:rFonts w:asciiTheme="minorHAnsi" w:hAnsiTheme="minorHAnsi" w:cstheme="minorHAnsi"/>
                <w:lang w:val="de-DE"/>
              </w:rPr>
              <w:t xml:space="preserve"> und Magnetventil </w:t>
            </w:r>
          </w:p>
          <w:p w:rsidR="00EF3224" w:rsidRPr="00864C05" w:rsidRDefault="000711F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EF3224" w:rsidRPr="00864C05">
              <w:rPr>
                <w:rFonts w:asciiTheme="minorHAnsi" w:hAnsiTheme="minorHAnsi" w:cstheme="minorHAnsi"/>
                <w:lang w:val="de-DE"/>
              </w:rPr>
              <w:t xml:space="preserve"> für Vakuumbeutel mit Seife, Spül- oder</w:t>
            </w:r>
            <w:r w:rsidR="00EF322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EF3224" w:rsidRPr="00864C05">
              <w:rPr>
                <w:rFonts w:asciiTheme="minorHAnsi" w:hAnsiTheme="minorHAnsi" w:cstheme="minorHAnsi"/>
                <w:lang w:val="de-DE"/>
              </w:rPr>
              <w:t>Desinfektionsmittel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EF3224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864C05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864C05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Ohne </w:t>
            </w:r>
            <w:r w:rsidRPr="007D1E2B">
              <w:rPr>
                <w:rFonts w:asciiTheme="minorHAnsi" w:hAnsiTheme="minorHAnsi" w:cstheme="minorHAnsi"/>
                <w:lang w:val="de-DE"/>
              </w:rPr>
              <w:t>Wassermengenregler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BE3" w:rsidRDefault="008B4BE3" w:rsidP="00187130">
      <w:pPr>
        <w:spacing w:line="240" w:lineRule="auto"/>
      </w:pPr>
      <w:r>
        <w:separator/>
      </w:r>
    </w:p>
  </w:endnote>
  <w:endnote w:type="continuationSeparator" w:id="0">
    <w:p w:rsidR="008B4BE3" w:rsidRDefault="008B4BE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0711FF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D0055E">
            <w:rPr>
              <w:sz w:val="16"/>
              <w:szCs w:val="16"/>
            </w:rPr>
            <w:fldChar w:fldCharType="begin"/>
          </w:r>
          <w:r w:rsidR="00D0055E">
            <w:rPr>
              <w:sz w:val="16"/>
              <w:szCs w:val="16"/>
              <w:lang w:val="de-DE"/>
            </w:rPr>
            <w:instrText xml:space="preserve"> TIME \@ "dd.MM.yyyy" </w:instrText>
          </w:r>
          <w:r w:rsidR="00D0055E">
            <w:rPr>
              <w:sz w:val="16"/>
              <w:szCs w:val="16"/>
            </w:rPr>
            <w:fldChar w:fldCharType="separate"/>
          </w:r>
          <w:r w:rsidR="001666F6">
            <w:rPr>
              <w:noProof/>
              <w:sz w:val="16"/>
              <w:szCs w:val="16"/>
              <w:lang w:val="de-DE"/>
            </w:rPr>
            <w:t>27.01.2020</w:t>
          </w:r>
          <w:r w:rsidR="00D0055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711FF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711FF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BE3" w:rsidRDefault="008B4BE3" w:rsidP="00187130">
      <w:pPr>
        <w:spacing w:line="240" w:lineRule="auto"/>
      </w:pPr>
      <w:r>
        <w:separator/>
      </w:r>
    </w:p>
  </w:footnote>
  <w:footnote w:type="continuationSeparator" w:id="0">
    <w:p w:rsidR="008B4BE3" w:rsidRDefault="008B4BE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711FF"/>
    <w:rsid w:val="000C71CE"/>
    <w:rsid w:val="000E101F"/>
    <w:rsid w:val="000F397B"/>
    <w:rsid w:val="0016579A"/>
    <w:rsid w:val="001666F6"/>
    <w:rsid w:val="00187130"/>
    <w:rsid w:val="00283DCF"/>
    <w:rsid w:val="00311054"/>
    <w:rsid w:val="003C5356"/>
    <w:rsid w:val="00422DFC"/>
    <w:rsid w:val="004879BA"/>
    <w:rsid w:val="004E5BA6"/>
    <w:rsid w:val="004F6ABC"/>
    <w:rsid w:val="00520B84"/>
    <w:rsid w:val="006816CB"/>
    <w:rsid w:val="006F2EAC"/>
    <w:rsid w:val="006F3CB6"/>
    <w:rsid w:val="00736F17"/>
    <w:rsid w:val="008A348D"/>
    <w:rsid w:val="008B327F"/>
    <w:rsid w:val="008B4BE3"/>
    <w:rsid w:val="008D6316"/>
    <w:rsid w:val="00921DEB"/>
    <w:rsid w:val="00967D7A"/>
    <w:rsid w:val="00A87852"/>
    <w:rsid w:val="00B32D1F"/>
    <w:rsid w:val="00C079CD"/>
    <w:rsid w:val="00C4200E"/>
    <w:rsid w:val="00CE4B09"/>
    <w:rsid w:val="00D0055E"/>
    <w:rsid w:val="00D3408D"/>
    <w:rsid w:val="00EF3224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20DA50"/>
  <w15:docId w15:val="{9F4D2820-5F54-4D5A-95F0-C9A8C2D6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193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2015-05-21T07:35:00Z</dcterms:created>
  <dcterms:modified xsi:type="dcterms:W3CDTF">2020-01-27T16:17:00Z</dcterms:modified>
</cp:coreProperties>
</file>